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77777777"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8" w:history="1">
        <w:r w:rsidRPr="00B12C59">
          <w:rPr>
            <w:rStyle w:val="Hyperlink"/>
            <w:rFonts w:ascii="Garamond" w:hAnsi="Garamond" w:cs="Calibri"/>
          </w:rPr>
          <w:t>http://www.in.gov/idoa/2352.htm</w:t>
        </w:r>
      </w:hyperlink>
      <w:r w:rsidRPr="00B12C59">
        <w:rPr>
          <w:rFonts w:ascii="Garamond" w:hAnsi="Garamond" w:cs="Calibri"/>
        </w:rPr>
        <w:t>.</w:t>
      </w:r>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9" w:history="1">
              <w:r w:rsidRPr="00B12C59">
                <w:rPr>
                  <w:rStyle w:val="Hyperlink"/>
                  <w:rFonts w:ascii="Garamond" w:hAnsi="Garamond" w:cs="Calibri"/>
                </w:rPr>
                <w:t>http://www.in.gov/idoa/2352.htm</w:t>
              </w:r>
            </w:hyperlink>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777777"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0" w:history="1">
        <w:r w:rsidRPr="00B12C59">
          <w:rPr>
            <w:rStyle w:val="Hyperlink"/>
            <w:rFonts w:ascii="Garamond" w:hAnsi="Garamond" w:cs="Calibri"/>
          </w:rPr>
          <w:t>http://www.in.gov/idoa/2352.htm</w:t>
        </w:r>
      </w:hyperlink>
      <w:r w:rsidRPr="00B12C59">
        <w:rPr>
          <w:rFonts w:ascii="Garamond" w:hAnsi="Garamond" w:cs="Calibri"/>
        </w:rPr>
        <w:t>.</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302507AF"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540D02">
              <w:rPr>
                <w:rFonts w:ascii="Garamond" w:hAnsi="Garamond"/>
                <w:b/>
                <w:sz w:val="22"/>
              </w:rPr>
              <w:t>20-058</w:t>
            </w:r>
            <w:r w:rsidR="00D11C7E">
              <w:rPr>
                <w:rFonts w:ascii="Garamond" w:hAnsi="Garamond"/>
                <w:b/>
                <w:sz w:val="22"/>
              </w:rPr>
              <w:t xml:space="preserve"> </w:t>
            </w:r>
            <w:r w:rsidR="00540D02">
              <w:rPr>
                <w:rFonts w:ascii="Garamond" w:hAnsi="Garamond"/>
                <w:b/>
                <w:sz w:val="22"/>
              </w:rPr>
              <w:t>Accessibility for Disabled</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1D62A5C4"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r w:rsidR="00540D02">
              <w:rPr>
                <w:rFonts w:ascii="Garamond" w:hAnsi="Garamond"/>
                <w:b/>
                <w:sz w:val="22"/>
              </w:rPr>
              <w:t>February 6</w:t>
            </w:r>
            <w:r w:rsidR="0088544B">
              <w:rPr>
                <w:rFonts w:ascii="Garamond" w:hAnsi="Garamond"/>
                <w:b/>
                <w:sz w:val="22"/>
              </w:rPr>
              <w:t>, 2020 by</w:t>
            </w:r>
            <w:r w:rsidR="00D11C7E">
              <w:rPr>
                <w:rFonts w:ascii="Garamond" w:hAnsi="Garamond"/>
                <w:b/>
                <w:sz w:val="22"/>
              </w:rPr>
              <w:t xml:space="preserve"> 3</w:t>
            </w:r>
            <w:r w:rsidR="001E5DAF">
              <w:rPr>
                <w:rFonts w:ascii="Garamond" w:hAnsi="Garamond"/>
                <w:b/>
                <w:sz w:val="22"/>
              </w:rPr>
              <w:t xml:space="preserve">:00pm EST </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07EA4A93"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BD76AF">
              <w:rPr>
                <w:rFonts w:ascii="Garamond" w:hAnsi="Garamond"/>
                <w:b/>
                <w:sz w:val="22"/>
              </w:rPr>
              <w:t xml:space="preserve"> </w:t>
            </w:r>
            <w:r w:rsidR="00540D02">
              <w:rPr>
                <w:rFonts w:ascii="Garamond" w:hAnsi="Garamond"/>
                <w:b/>
                <w:sz w:val="22"/>
                <w:szCs w:val="22"/>
              </w:rPr>
              <w:t>$168,616</w:t>
            </w:r>
            <w:bookmarkStart w:id="2" w:name="_GoBack"/>
            <w:bookmarkEnd w:id="2"/>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2F493F" w:rsidRPr="00167790" w14:paraId="7813CDFB" w14:textId="77777777" w:rsidTr="00FB30ED">
        <w:tc>
          <w:tcPr>
            <w:tcW w:w="5160" w:type="dxa"/>
          </w:tcPr>
          <w:p w14:paraId="512FF655" w14:textId="77777777" w:rsidR="002F493F" w:rsidRPr="00167790" w:rsidRDefault="002F493F"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w:t>
            </w:r>
            <w:r w:rsidR="00FD302B" w:rsidRPr="00167790">
              <w:rPr>
                <w:rFonts w:ascii="Garamond" w:hAnsi="Garamond"/>
                <w:b/>
                <w:sz w:val="22"/>
              </w:rPr>
              <w:t xml:space="preserve"> Firm</w:t>
            </w:r>
            <w:r w:rsidRPr="00167790">
              <w:rPr>
                <w:rFonts w:ascii="Garamond" w:hAnsi="Garamond"/>
                <w:b/>
                <w:sz w:val="22"/>
              </w:rPr>
              <w:t xml:space="preserve">              </w:t>
            </w:r>
            <w:r w:rsidRPr="00167790">
              <w:rPr>
                <w:rFonts w:ascii="Garamond" w:hAnsi="Garamond"/>
                <w:b/>
                <w:sz w:val="22"/>
              </w:rPr>
              <w:sym w:font="Wingdings" w:char="F072"/>
            </w:r>
            <w:r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2AD21D48" w14:textId="77777777" w:rsidR="00AD6963" w:rsidRPr="00167790" w:rsidRDefault="00AD6963"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537D256A" w14:textId="77777777" w:rsidR="00AD6963" w:rsidRPr="00167790" w:rsidRDefault="002F493F" w:rsidP="00FB30ED">
            <w:pPr>
              <w:rPr>
                <w:rFonts w:ascii="Garamond" w:hAnsi="Garamond"/>
                <w:b/>
                <w:sz w:val="22"/>
              </w:rPr>
            </w:pPr>
            <w:r w:rsidRPr="00167790">
              <w:rPr>
                <w:rFonts w:ascii="Garamond" w:hAnsi="Garamond"/>
                <w:b/>
                <w:sz w:val="22"/>
              </w:rPr>
              <w:t>Contact Person:</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2F5C9F72" w14:textId="77777777" w:rsidR="00AD6963" w:rsidRPr="00167790" w:rsidRDefault="00AD6963"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150881C4" w14:textId="77777777" w:rsidR="00AD6963" w:rsidRPr="00167790" w:rsidRDefault="00AD6963" w:rsidP="00FB30ED">
            <w:pPr>
              <w:rPr>
                <w:rFonts w:ascii="Garamond" w:hAnsi="Garamond"/>
                <w:b/>
                <w:sz w:val="22"/>
              </w:rPr>
            </w:pPr>
            <w:r w:rsidRPr="00167790">
              <w:rPr>
                <w:rFonts w:ascii="Garamond" w:hAnsi="Garamond"/>
                <w:b/>
                <w:sz w:val="22"/>
              </w:rPr>
              <w:t>E-mail:</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77777777" w:rsidR="00AB1FB2" w:rsidRPr="00167790" w:rsidRDefault="00AB1FB2" w:rsidP="00FB30ED">
            <w:pPr>
              <w:rPr>
                <w:rFonts w:ascii="Garamond" w:hAnsi="Garamond"/>
                <w:b/>
                <w:sz w:val="22"/>
              </w:rPr>
            </w:pPr>
            <w:r w:rsidRPr="00167790">
              <w:rPr>
                <w:rFonts w:ascii="Garamond" w:hAnsi="Garamond"/>
                <w:b/>
                <w:sz w:val="22"/>
              </w:rPr>
              <w:t xml:space="preserve"> (       )</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7777777" w:rsidR="00AB1FB2" w:rsidRPr="00167790" w:rsidRDefault="00AB1FB2" w:rsidP="00FB30ED">
            <w:pPr>
              <w:rPr>
                <w:rFonts w:ascii="Garamond" w:hAnsi="Garamond"/>
                <w:b/>
                <w:sz w:val="22"/>
              </w:rPr>
            </w:pPr>
            <w:r w:rsidRPr="00167790">
              <w:rPr>
                <w:rFonts w:ascii="Garamond" w:hAnsi="Garamond"/>
                <w:b/>
                <w:sz w:val="22"/>
              </w:rPr>
              <w:t>(       )</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77777777" w:rsidR="00AD6963" w:rsidRPr="00167790" w:rsidRDefault="00F231B1" w:rsidP="00FB30ED">
            <w:pPr>
              <w:rPr>
                <w:rFonts w:ascii="Garamond" w:hAnsi="Garamond"/>
                <w:b/>
                <w:sz w:val="22"/>
              </w:rPr>
            </w:pPr>
            <w:r w:rsidRPr="00167790">
              <w:rPr>
                <w:rFonts w:ascii="Garamond" w:hAnsi="Garamond"/>
                <w:b/>
                <w:sz w:val="22"/>
              </w:rPr>
              <w:t>Sub-Contract Amount:</w:t>
            </w:r>
          </w:p>
          <w:p w14:paraId="5E56A8D1" w14:textId="77777777" w:rsidR="002F493F" w:rsidRPr="00167790" w:rsidRDefault="002F493F" w:rsidP="00FB30ED">
            <w:pPr>
              <w:rPr>
                <w:rFonts w:ascii="Garamond" w:hAnsi="Garamond"/>
                <w:b/>
                <w:sz w:val="22"/>
              </w:rPr>
            </w:pPr>
          </w:p>
          <w:p w14:paraId="3D974ED0" w14:textId="77777777"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70B7693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77777777" w:rsidR="007C6B08" w:rsidRPr="00167790" w:rsidRDefault="007C6B08" w:rsidP="00FB30ED">
            <w:pPr>
              <w:rPr>
                <w:rFonts w:ascii="Garamond" w:hAnsi="Garamond"/>
                <w:b/>
                <w:sz w:val="22"/>
              </w:rPr>
            </w:pPr>
          </w:p>
          <w:p w14:paraId="3555EE8D" w14:textId="77777777" w:rsidR="007C6B08" w:rsidRPr="00167790" w:rsidRDefault="007C6B08" w:rsidP="00FB30ED">
            <w:pPr>
              <w:rPr>
                <w:rFonts w:ascii="Garamond" w:hAnsi="Garamond"/>
                <w:b/>
                <w:sz w:val="22"/>
              </w:rPr>
            </w:pPr>
          </w:p>
        </w:tc>
      </w:tr>
      <w:tr w:rsidR="007C6B08" w:rsidRPr="00167790" w14:paraId="5BB26F4A" w14:textId="77777777" w:rsidTr="00FB30ED">
        <w:tc>
          <w:tcPr>
            <w:tcW w:w="10908" w:type="dxa"/>
            <w:gridSpan w:val="4"/>
          </w:tcPr>
          <w:p w14:paraId="64C04584"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3F37D350" w14:textId="77777777" w:rsidR="007C6B08" w:rsidRPr="00167790" w:rsidRDefault="007C6B08" w:rsidP="00FB30ED">
            <w:pPr>
              <w:rPr>
                <w:rFonts w:ascii="Garamond" w:hAnsi="Garamond"/>
                <w:b/>
                <w:sz w:val="22"/>
              </w:rPr>
            </w:pP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167790" w14:paraId="62C1A5AF" w14:textId="77777777" w:rsidTr="00FB30ED">
        <w:tc>
          <w:tcPr>
            <w:tcW w:w="5160" w:type="dxa"/>
          </w:tcPr>
          <w:p w14:paraId="294A1193" w14:textId="77777777" w:rsidR="007C6B08" w:rsidRPr="00167790" w:rsidRDefault="007C6B08"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 Firm              </w:t>
            </w:r>
            <w:r w:rsidRPr="00167790">
              <w:rPr>
                <w:rFonts w:ascii="Garamond" w:hAnsi="Garamond"/>
                <w:b/>
                <w:sz w:val="22"/>
              </w:rPr>
              <w:sym w:font="Wingdings" w:char="F072"/>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77777777" w:rsidR="007C6B08" w:rsidRPr="00167790" w:rsidRDefault="007C6B08"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77777777" w:rsidR="007C6B08" w:rsidRPr="00167790" w:rsidRDefault="007C6B08" w:rsidP="00FB30ED">
            <w:pPr>
              <w:rPr>
                <w:rFonts w:ascii="Garamond" w:hAnsi="Garamond"/>
                <w:b/>
                <w:sz w:val="22"/>
              </w:rPr>
            </w:pPr>
            <w:r w:rsidRPr="00167790">
              <w:rPr>
                <w:rFonts w:ascii="Garamond" w:hAnsi="Garamond"/>
                <w:b/>
                <w:sz w:val="22"/>
              </w:rPr>
              <w:t>Contact Person:</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502A41B0" w14:textId="77777777" w:rsidR="007C6B08" w:rsidRPr="00167790" w:rsidRDefault="007C6B08"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6CA8A65C" w14:textId="77777777" w:rsidR="007C6B08" w:rsidRPr="00167790" w:rsidRDefault="007C6B08" w:rsidP="00FB30ED">
            <w:pPr>
              <w:rPr>
                <w:rFonts w:ascii="Garamond" w:hAnsi="Garamond"/>
                <w:b/>
                <w:sz w:val="22"/>
              </w:rPr>
            </w:pPr>
            <w:r w:rsidRPr="00167790">
              <w:rPr>
                <w:rFonts w:ascii="Garamond" w:hAnsi="Garamond"/>
                <w:b/>
                <w:sz w:val="22"/>
              </w:rPr>
              <w:t>E-mail:</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77777777" w:rsidR="007C6B08" w:rsidRPr="00167790" w:rsidRDefault="007C6B08" w:rsidP="00FB30ED">
            <w:pPr>
              <w:rPr>
                <w:rFonts w:ascii="Garamond" w:hAnsi="Garamond"/>
                <w:b/>
                <w:sz w:val="22"/>
              </w:rPr>
            </w:pPr>
            <w:r w:rsidRPr="00167790">
              <w:rPr>
                <w:rFonts w:ascii="Garamond" w:hAnsi="Garamond"/>
                <w:b/>
                <w:sz w:val="22"/>
              </w:rPr>
              <w:t xml:space="preserve"> (       )</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7777777" w:rsidR="00F231B1" w:rsidRPr="00167790" w:rsidRDefault="00F231B1" w:rsidP="00FB30ED">
            <w:pPr>
              <w:rPr>
                <w:rFonts w:ascii="Garamond" w:hAnsi="Garamond"/>
                <w:b/>
                <w:sz w:val="22"/>
              </w:rPr>
            </w:pPr>
            <w:r w:rsidRPr="00167790">
              <w:rPr>
                <w:rFonts w:ascii="Garamond" w:hAnsi="Garamond"/>
                <w:b/>
                <w:sz w:val="22"/>
              </w:rPr>
              <w:t>Sub-Contract Amount:</w:t>
            </w:r>
          </w:p>
          <w:p w14:paraId="08BC9B79" w14:textId="77777777" w:rsidR="00F231B1" w:rsidRPr="00167790" w:rsidRDefault="00F231B1" w:rsidP="00FB30ED">
            <w:pPr>
              <w:rPr>
                <w:rFonts w:ascii="Garamond" w:hAnsi="Garamond"/>
                <w:b/>
                <w:sz w:val="22"/>
              </w:rPr>
            </w:pPr>
          </w:p>
          <w:p w14:paraId="46A5349E"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77777777" w:rsidR="007C6B08" w:rsidRPr="00167790" w:rsidRDefault="007C6B08" w:rsidP="00FB30ED">
            <w:pPr>
              <w:rPr>
                <w:rFonts w:ascii="Garamond" w:hAnsi="Garamond"/>
                <w:b/>
                <w:sz w:val="22"/>
              </w:rPr>
            </w:pPr>
          </w:p>
        </w:tc>
      </w:tr>
      <w:tr w:rsidR="007C6B08" w:rsidRPr="00167790" w14:paraId="26329290" w14:textId="77777777" w:rsidTr="00FB30ED">
        <w:tc>
          <w:tcPr>
            <w:tcW w:w="10908" w:type="dxa"/>
            <w:gridSpan w:val="4"/>
          </w:tcPr>
          <w:p w14:paraId="5C9D3A90"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77777777" w:rsidR="007C6B08" w:rsidRPr="00167790" w:rsidRDefault="007C6B08" w:rsidP="00FB30E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AD6963" w:rsidRPr="00167790" w14:paraId="42555802" w14:textId="77777777">
        <w:tc>
          <w:tcPr>
            <w:tcW w:w="5130" w:type="dxa"/>
            <w:tcBorders>
              <w:bottom w:val="single" w:sz="4" w:space="0" w:color="auto"/>
            </w:tcBorders>
          </w:tcPr>
          <w:p w14:paraId="526798DC" w14:textId="77777777" w:rsidR="00AD6963" w:rsidRPr="00167790" w:rsidRDefault="00AD6963" w:rsidP="00AD6963">
            <w:pPr>
              <w:rPr>
                <w:rFonts w:ascii="Garamond" w:hAnsi="Garamond"/>
                <w:sz w:val="22"/>
              </w:rPr>
            </w:pP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77777777" w:rsidR="00AD6963" w:rsidRPr="00167790" w:rsidRDefault="00AD6963" w:rsidP="00AD6963">
            <w:pPr>
              <w:rPr>
                <w:rFonts w:ascii="Garamond" w:hAnsi="Garamond"/>
                <w:sz w:val="22"/>
              </w:rPr>
            </w:pPr>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77777777" w:rsidR="00FD302B" w:rsidRPr="00167790" w:rsidRDefault="00FD302B" w:rsidP="00AD6963">
            <w:pPr>
              <w:rPr>
                <w:rFonts w:ascii="Garamond" w:hAnsi="Garamond"/>
                <w:sz w:val="22"/>
              </w:rPr>
            </w:pP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77777777" w:rsidR="00AD6963" w:rsidRPr="00167790" w:rsidRDefault="00AD6963" w:rsidP="00AD6963">
            <w:pPr>
              <w:rPr>
                <w:rFonts w:ascii="Garamond" w:hAnsi="Garamond"/>
                <w:sz w:val="22"/>
              </w:rPr>
            </w:pP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77777777" w:rsidR="00AD6963" w:rsidRPr="00167790" w:rsidRDefault="00AD6963" w:rsidP="00AD6963">
            <w:pPr>
              <w:rPr>
                <w:rFonts w:ascii="Garamond" w:hAnsi="Garamond"/>
                <w:sz w:val="22"/>
              </w:rPr>
            </w:pP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77777777" w:rsidR="00AD6963" w:rsidRPr="00167790" w:rsidRDefault="00AD6963" w:rsidP="00AD6963">
            <w:pPr>
              <w:rPr>
                <w:rFonts w:ascii="Garamond" w:hAnsi="Garamond"/>
                <w:sz w:val="22"/>
              </w:rPr>
            </w:pPr>
          </w:p>
        </w:tc>
      </w:tr>
      <w:tr w:rsidR="00FD302B" w:rsidRPr="00167790" w14:paraId="7846E4B6" w14:textId="77777777">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77777777" w:rsidR="00FD302B" w:rsidRPr="00167790" w:rsidRDefault="00FD302B" w:rsidP="00AD6963">
            <w:pPr>
              <w:rPr>
                <w:rFonts w:ascii="Garamond" w:hAnsi="Garamond"/>
                <w:sz w:val="22"/>
              </w:rPr>
            </w:pP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77777777" w:rsidR="00FD302B" w:rsidRPr="00167790" w:rsidRDefault="00FD302B" w:rsidP="00AD6963">
            <w:pPr>
              <w:rPr>
                <w:rFonts w:ascii="Garamond" w:hAnsi="Garamond"/>
                <w:sz w:val="22"/>
              </w:rPr>
            </w:pP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77777777" w:rsidR="00FD302B" w:rsidRPr="00167790" w:rsidRDefault="00FD302B" w:rsidP="00AD6963">
            <w:pPr>
              <w:rPr>
                <w:rFonts w:ascii="Garamond" w:hAnsi="Garamond"/>
                <w:sz w:val="22"/>
              </w:rPr>
            </w:pP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77777777" w:rsidR="00FD302B" w:rsidRPr="00167790" w:rsidRDefault="00FD302B" w:rsidP="00AD6963">
            <w:pPr>
              <w:rPr>
                <w:rFonts w:ascii="Garamond" w:hAnsi="Garamond"/>
                <w:sz w:val="22"/>
              </w:rPr>
            </w:pPr>
          </w:p>
        </w:tc>
      </w:tr>
      <w:tr w:rsidR="00AD6963" w:rsidRPr="00167790" w14:paraId="04C6B049" w14:textId="77777777">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t xml:space="preserve">Page ________ </w:t>
      </w:r>
      <w:r w:rsidR="007C6B08" w:rsidRPr="00167790">
        <w:rPr>
          <w:rFonts w:ascii="Garamond" w:hAnsi="Garamond"/>
          <w:sz w:val="22"/>
        </w:rPr>
        <w:t>of __________</w:t>
      </w:r>
    </w:p>
    <w:p w14:paraId="2F6D8693" w14:textId="77777777" w:rsidR="0056743B" w:rsidRPr="00167790" w:rsidRDefault="0056743B" w:rsidP="00FE280A">
      <w:pPr>
        <w:ind w:left="360"/>
        <w:jc w:val="center"/>
        <w:rPr>
          <w:rFonts w:ascii="Garamond" w:hAnsi="Garamond"/>
        </w:rPr>
      </w:pPr>
    </w:p>
    <w:p w14:paraId="17D08C3F" w14:textId="77777777"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B4280" w14:textId="77777777" w:rsidR="000D0EDE" w:rsidRDefault="000D0EDE">
      <w:pPr>
        <w:spacing w:line="20" w:lineRule="exact"/>
      </w:pPr>
    </w:p>
  </w:endnote>
  <w:endnote w:type="continuationSeparator" w:id="0">
    <w:p w14:paraId="57F2DCE4" w14:textId="77777777" w:rsidR="000D0EDE" w:rsidRDefault="000D0EDE">
      <w:r>
        <w:t xml:space="preserve"> </w:t>
      </w:r>
    </w:p>
  </w:endnote>
  <w:endnote w:type="continuationNotice" w:id="1">
    <w:p w14:paraId="74D39772" w14:textId="77777777" w:rsidR="000D0EDE" w:rsidRDefault="000D0ED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540D02">
      <w:rPr>
        <w:b/>
        <w:noProof/>
        <w:sz w:val="20"/>
      </w:rPr>
      <w:t>2</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540D02">
      <w:rPr>
        <w:b/>
        <w:noProof/>
        <w:sz w:val="20"/>
      </w:rPr>
      <w:t>2</w:t>
    </w:r>
    <w:r w:rsidR="00C85D57" w:rsidRPr="00A94D49">
      <w:rPr>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D98B8E" w14:textId="77777777" w:rsidR="000D0EDE" w:rsidRDefault="000D0EDE">
      <w:r>
        <w:separator/>
      </w:r>
    </w:p>
  </w:footnote>
  <w:footnote w:type="continuationSeparator" w:id="0">
    <w:p w14:paraId="0B8B5F20" w14:textId="77777777" w:rsidR="000D0EDE" w:rsidRDefault="000D0E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EC"/>
    <w:rsid w:val="00011B7A"/>
    <w:rsid w:val="00034AD5"/>
    <w:rsid w:val="00041AA9"/>
    <w:rsid w:val="00051EF3"/>
    <w:rsid w:val="00055AE0"/>
    <w:rsid w:val="00063877"/>
    <w:rsid w:val="000663CE"/>
    <w:rsid w:val="00070D7C"/>
    <w:rsid w:val="00083501"/>
    <w:rsid w:val="00095155"/>
    <w:rsid w:val="000A22C8"/>
    <w:rsid w:val="000B524B"/>
    <w:rsid w:val="000B7D5B"/>
    <w:rsid w:val="000C1BA4"/>
    <w:rsid w:val="000D0EDE"/>
    <w:rsid w:val="000D4315"/>
    <w:rsid w:val="00120B5D"/>
    <w:rsid w:val="00120F7A"/>
    <w:rsid w:val="0012295B"/>
    <w:rsid w:val="00130FC6"/>
    <w:rsid w:val="00143535"/>
    <w:rsid w:val="001528E3"/>
    <w:rsid w:val="00162995"/>
    <w:rsid w:val="0016532C"/>
    <w:rsid w:val="00167790"/>
    <w:rsid w:val="00176357"/>
    <w:rsid w:val="00176D5D"/>
    <w:rsid w:val="001829B2"/>
    <w:rsid w:val="00183757"/>
    <w:rsid w:val="0018656F"/>
    <w:rsid w:val="0019490A"/>
    <w:rsid w:val="001A39DF"/>
    <w:rsid w:val="001C3040"/>
    <w:rsid w:val="001E35E9"/>
    <w:rsid w:val="001E5DAF"/>
    <w:rsid w:val="00204670"/>
    <w:rsid w:val="00226829"/>
    <w:rsid w:val="00240495"/>
    <w:rsid w:val="00242A92"/>
    <w:rsid w:val="0026455E"/>
    <w:rsid w:val="00264C7E"/>
    <w:rsid w:val="002652F1"/>
    <w:rsid w:val="00265FC1"/>
    <w:rsid w:val="0027262F"/>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6104C"/>
    <w:rsid w:val="003843F1"/>
    <w:rsid w:val="003867F4"/>
    <w:rsid w:val="0039630E"/>
    <w:rsid w:val="003C7A34"/>
    <w:rsid w:val="003E129B"/>
    <w:rsid w:val="003E5905"/>
    <w:rsid w:val="003E749A"/>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675E"/>
    <w:rsid w:val="005336EA"/>
    <w:rsid w:val="00536B86"/>
    <w:rsid w:val="005374C3"/>
    <w:rsid w:val="00540D02"/>
    <w:rsid w:val="005462A5"/>
    <w:rsid w:val="00554866"/>
    <w:rsid w:val="00565451"/>
    <w:rsid w:val="00565792"/>
    <w:rsid w:val="0056743B"/>
    <w:rsid w:val="005826C4"/>
    <w:rsid w:val="00584B16"/>
    <w:rsid w:val="00586848"/>
    <w:rsid w:val="005B3F17"/>
    <w:rsid w:val="005D0AFC"/>
    <w:rsid w:val="00616CB7"/>
    <w:rsid w:val="00623990"/>
    <w:rsid w:val="006264B2"/>
    <w:rsid w:val="00635042"/>
    <w:rsid w:val="00653FEC"/>
    <w:rsid w:val="00684121"/>
    <w:rsid w:val="00685F7A"/>
    <w:rsid w:val="0069144D"/>
    <w:rsid w:val="00694C9D"/>
    <w:rsid w:val="006A70A0"/>
    <w:rsid w:val="006B13CB"/>
    <w:rsid w:val="006C5765"/>
    <w:rsid w:val="006D39A8"/>
    <w:rsid w:val="006E05C8"/>
    <w:rsid w:val="006E4953"/>
    <w:rsid w:val="006E4C9E"/>
    <w:rsid w:val="006E56E3"/>
    <w:rsid w:val="006F3353"/>
    <w:rsid w:val="0070540F"/>
    <w:rsid w:val="00706817"/>
    <w:rsid w:val="00723D2C"/>
    <w:rsid w:val="007279B0"/>
    <w:rsid w:val="00730EEF"/>
    <w:rsid w:val="0073296D"/>
    <w:rsid w:val="00733929"/>
    <w:rsid w:val="00747C0A"/>
    <w:rsid w:val="00765534"/>
    <w:rsid w:val="00770FA6"/>
    <w:rsid w:val="007742C4"/>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8544B"/>
    <w:rsid w:val="00894B1A"/>
    <w:rsid w:val="008A154A"/>
    <w:rsid w:val="008C5963"/>
    <w:rsid w:val="008E704C"/>
    <w:rsid w:val="00941C2A"/>
    <w:rsid w:val="00951D8A"/>
    <w:rsid w:val="00960D51"/>
    <w:rsid w:val="009625ED"/>
    <w:rsid w:val="009764AA"/>
    <w:rsid w:val="00977BDB"/>
    <w:rsid w:val="00980B2D"/>
    <w:rsid w:val="00981CBD"/>
    <w:rsid w:val="0098436E"/>
    <w:rsid w:val="00994860"/>
    <w:rsid w:val="00995FA2"/>
    <w:rsid w:val="00996D32"/>
    <w:rsid w:val="009A2AF9"/>
    <w:rsid w:val="009A41BE"/>
    <w:rsid w:val="009B7453"/>
    <w:rsid w:val="009C2DF2"/>
    <w:rsid w:val="009D59A1"/>
    <w:rsid w:val="009E4DF1"/>
    <w:rsid w:val="00A05BBB"/>
    <w:rsid w:val="00A13B1A"/>
    <w:rsid w:val="00A31698"/>
    <w:rsid w:val="00A33250"/>
    <w:rsid w:val="00A36A18"/>
    <w:rsid w:val="00A422E8"/>
    <w:rsid w:val="00A55869"/>
    <w:rsid w:val="00A60F58"/>
    <w:rsid w:val="00A9232C"/>
    <w:rsid w:val="00A94D49"/>
    <w:rsid w:val="00A95360"/>
    <w:rsid w:val="00AA3A6F"/>
    <w:rsid w:val="00AB1FB2"/>
    <w:rsid w:val="00AD6963"/>
    <w:rsid w:val="00AF49CC"/>
    <w:rsid w:val="00B05D47"/>
    <w:rsid w:val="00B061C9"/>
    <w:rsid w:val="00B1156C"/>
    <w:rsid w:val="00B16995"/>
    <w:rsid w:val="00B32B83"/>
    <w:rsid w:val="00B555D3"/>
    <w:rsid w:val="00B67DF7"/>
    <w:rsid w:val="00B825E6"/>
    <w:rsid w:val="00B90F6B"/>
    <w:rsid w:val="00BB7EC5"/>
    <w:rsid w:val="00BC738B"/>
    <w:rsid w:val="00BD55EE"/>
    <w:rsid w:val="00BD76AF"/>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1C7E"/>
    <w:rsid w:val="00D17DA2"/>
    <w:rsid w:val="00D25C8B"/>
    <w:rsid w:val="00D263CB"/>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47D8"/>
    <w:rsid w:val="00E03B78"/>
    <w:rsid w:val="00E13D74"/>
    <w:rsid w:val="00E36E1C"/>
    <w:rsid w:val="00E37000"/>
    <w:rsid w:val="00E37C76"/>
    <w:rsid w:val="00E41582"/>
    <w:rsid w:val="00E57E8B"/>
    <w:rsid w:val="00E70CD9"/>
    <w:rsid w:val="00E879F5"/>
    <w:rsid w:val="00E92B77"/>
    <w:rsid w:val="00E95F6E"/>
    <w:rsid w:val="00EA62B8"/>
    <w:rsid w:val="00EC5EBD"/>
    <w:rsid w:val="00EC6950"/>
    <w:rsid w:val="00EE0262"/>
    <w:rsid w:val="00EE1198"/>
    <w:rsid w:val="00EE327F"/>
    <w:rsid w:val="00EE6DAA"/>
    <w:rsid w:val="00EF0FF7"/>
    <w:rsid w:val="00EF7207"/>
    <w:rsid w:val="00F02CBF"/>
    <w:rsid w:val="00F048D9"/>
    <w:rsid w:val="00F06E5B"/>
    <w:rsid w:val="00F1223E"/>
    <w:rsid w:val="00F125B4"/>
    <w:rsid w:val="00F231B1"/>
    <w:rsid w:val="00F31F68"/>
    <w:rsid w:val="00F411ED"/>
    <w:rsid w:val="00F41DC3"/>
    <w:rsid w:val="00F43723"/>
    <w:rsid w:val="00F454F2"/>
    <w:rsid w:val="00F51EB3"/>
    <w:rsid w:val="00F521DD"/>
    <w:rsid w:val="00F5571E"/>
    <w:rsid w:val="00F565EC"/>
    <w:rsid w:val="00F707EC"/>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doa/2867.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n.gov/idoa/2867.htm" TargetMode="External"/><Relationship Id="rId4" Type="http://schemas.openxmlformats.org/officeDocument/2006/relationships/settings" Target="settings.xml"/><Relationship Id="rId9" Type="http://schemas.openxmlformats.org/officeDocument/2006/relationships/hyperlink" Target="http://www.in.gov/idoa/2867.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032B6-69C7-4DCF-A20B-D79E9ED74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11</TotalTime>
  <Pages>2</Pages>
  <Words>726</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5208</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Cooper, Sean</cp:lastModifiedBy>
  <cp:revision>10</cp:revision>
  <cp:lastPrinted>2014-07-02T17:29:00Z</cp:lastPrinted>
  <dcterms:created xsi:type="dcterms:W3CDTF">2019-10-09T12:15:00Z</dcterms:created>
  <dcterms:modified xsi:type="dcterms:W3CDTF">2020-01-04T00:15:00Z</dcterms:modified>
</cp:coreProperties>
</file>